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A4C688" w14:textId="77777777" w:rsidR="00A601F4" w:rsidRPr="00A601F4" w:rsidRDefault="00A601F4" w:rsidP="00A601F4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u w:val="single"/>
        </w:rPr>
      </w:pPr>
      <w:r w:rsidRPr="00A601F4">
        <w:rPr>
          <w:rFonts w:ascii="Tahoma" w:hAnsi="Tahoma" w:cs="Tahoma"/>
          <w:b/>
          <w:bCs/>
          <w:i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14:paraId="3AF08991" w14:textId="1F02970F" w:rsidR="00BF7E67" w:rsidRDefault="00F54164">
      <w:pPr>
        <w:pStyle w:val="Nadpis1"/>
        <w:rPr>
          <w:rFonts w:ascii="Tahoma" w:hAnsi="Tahoma" w:cs="Tahoma"/>
          <w:sz w:val="24"/>
          <w:szCs w:val="24"/>
        </w:rPr>
      </w:pPr>
      <w:r w:rsidRPr="00232533">
        <w:rPr>
          <w:rFonts w:ascii="Tahoma" w:hAnsi="Tahoma" w:cs="Tahoma"/>
          <w:sz w:val="24"/>
          <w:szCs w:val="24"/>
        </w:rPr>
        <w:t>42</w:t>
      </w:r>
      <w:r w:rsidR="00443EA9" w:rsidRPr="00232533">
        <w:rPr>
          <w:rFonts w:ascii="Tahoma" w:hAnsi="Tahoma" w:cs="Tahoma"/>
          <w:sz w:val="24"/>
          <w:szCs w:val="24"/>
        </w:rPr>
        <w:t>/</w:t>
      </w:r>
      <w:r w:rsidRPr="00232533">
        <w:rPr>
          <w:rFonts w:ascii="Tahoma" w:hAnsi="Tahoma" w:cs="Tahoma"/>
          <w:sz w:val="24"/>
          <w:szCs w:val="24"/>
        </w:rPr>
        <w:t>1</w:t>
      </w:r>
      <w:r w:rsidR="00232533" w:rsidRPr="00232533">
        <w:rPr>
          <w:rFonts w:ascii="Tahoma" w:hAnsi="Tahoma" w:cs="Tahoma"/>
          <w:sz w:val="24"/>
          <w:szCs w:val="24"/>
        </w:rPr>
        <w:t>3</w:t>
      </w:r>
      <w:r w:rsidR="0055252F" w:rsidRPr="00F54164">
        <w:rPr>
          <w:rFonts w:ascii="Tahoma" w:hAnsi="Tahoma" w:cs="Tahoma"/>
          <w:sz w:val="24"/>
          <w:szCs w:val="24"/>
        </w:rPr>
        <w:t xml:space="preserve"> </w:t>
      </w:r>
      <w:r w:rsidR="003C78C2" w:rsidRPr="00F54164">
        <w:rPr>
          <w:rFonts w:ascii="Tahoma" w:hAnsi="Tahoma" w:cs="Tahoma"/>
          <w:sz w:val="24"/>
          <w:szCs w:val="24"/>
        </w:rPr>
        <w:t xml:space="preserve"> </w:t>
      </w:r>
      <w:r w:rsidR="007F4575">
        <w:rPr>
          <w:rFonts w:ascii="Tahoma" w:hAnsi="Tahoma" w:cs="Tahoma"/>
          <w:sz w:val="24"/>
          <w:szCs w:val="24"/>
        </w:rPr>
        <w:t>Městský ústav sociálních služeb Strakonice</w:t>
      </w:r>
    </w:p>
    <w:p w14:paraId="38DA5EB0" w14:textId="77777777" w:rsidR="0055252F" w:rsidRDefault="0055252F" w:rsidP="0055252F"/>
    <w:p w14:paraId="2C6F45B4" w14:textId="77777777" w:rsidR="0055252F" w:rsidRPr="0055252F" w:rsidRDefault="0055252F" w:rsidP="0055252F"/>
    <w:p w14:paraId="43D1D3F8" w14:textId="77777777" w:rsidR="00BF7E67" w:rsidRPr="005E0400" w:rsidRDefault="00BF7E6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14:paraId="63BDB92B" w14:textId="77777777" w:rsidR="00BF7E67" w:rsidRPr="005E0400" w:rsidRDefault="003C78C2">
      <w:pPr>
        <w:jc w:val="center"/>
        <w:rPr>
          <w:rFonts w:ascii="Tahoma" w:hAnsi="Tahoma" w:cs="Tahoma"/>
          <w:b/>
          <w:bCs/>
          <w:u w:val="single"/>
        </w:rPr>
      </w:pPr>
      <w:r w:rsidRPr="005E0400">
        <w:rPr>
          <w:rFonts w:ascii="Tahoma" w:hAnsi="Tahoma" w:cs="Tahoma"/>
          <w:b/>
          <w:bCs/>
          <w:u w:val="single"/>
        </w:rPr>
        <w:t>Městský úřad Strakonice</w:t>
      </w:r>
    </w:p>
    <w:p w14:paraId="3885CCC1" w14:textId="1C1064E9" w:rsidR="00BF7E67" w:rsidRPr="005E0400" w:rsidRDefault="00443EA9" w:rsidP="00443EA9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  <w:r>
        <w:rPr>
          <w:rFonts w:ascii="Tahoma" w:hAnsi="Tahoma" w:cs="Tahoma"/>
        </w:rPr>
        <w:t>Městský ústav sociálních služeb Strakonice</w:t>
      </w:r>
    </w:p>
    <w:p w14:paraId="000CD0CD" w14:textId="77777777"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06B2E865" w14:textId="77777777" w:rsidR="00BF7E67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188A2CB5" w14:textId="77777777" w:rsidR="0055252F" w:rsidRDefault="0055252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07E1DDDD" w14:textId="77777777" w:rsidR="0055252F" w:rsidRPr="005E0400" w:rsidRDefault="0055252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7F091ADA" w14:textId="77777777"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1B58145A" w14:textId="77777777"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1D118B67" w14:textId="77777777" w:rsidR="00BF7E67" w:rsidRPr="005E0400" w:rsidRDefault="003C78C2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 w:rsidRPr="005E0400">
        <w:rPr>
          <w:rFonts w:ascii="Tahoma" w:hAnsi="Tahoma" w:cs="Tahoma"/>
          <w:b/>
          <w:bCs/>
        </w:rPr>
        <w:t>Návrh usnesení RM</w:t>
      </w:r>
    </w:p>
    <w:p w14:paraId="451DA591" w14:textId="77777777" w:rsidR="00053C5A" w:rsidRPr="005E0400" w:rsidRDefault="00053C5A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14:paraId="1D657987" w14:textId="77777777"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14:paraId="32E9910C" w14:textId="29617195" w:rsidR="008E3B73" w:rsidRDefault="00946A48" w:rsidP="00A34AF2">
      <w:pPr>
        <w:pStyle w:val="Odstavecseseznamem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Tahoma" w:hAnsi="Tahoma" w:cs="Tahoma"/>
          <w:b/>
          <w:u w:val="single"/>
        </w:rPr>
      </w:pPr>
      <w:r>
        <w:rPr>
          <w:rFonts w:ascii="Tahoma" w:hAnsi="Tahoma" w:cs="Tahoma"/>
          <w:b/>
          <w:u w:val="single"/>
        </w:rPr>
        <w:t>Změ</w:t>
      </w:r>
      <w:r w:rsidR="002A1CBD">
        <w:rPr>
          <w:rFonts w:ascii="Tahoma" w:hAnsi="Tahoma" w:cs="Tahoma"/>
          <w:b/>
          <w:u w:val="single"/>
        </w:rPr>
        <w:t>na</w:t>
      </w:r>
      <w:r w:rsidR="002A1CBD" w:rsidRPr="002A1CBD">
        <w:rPr>
          <w:rFonts w:ascii="Tahoma" w:hAnsi="Tahoma" w:cs="Tahoma"/>
          <w:b/>
          <w:u w:val="single"/>
        </w:rPr>
        <w:t xml:space="preserve"> užívání části 2.</w:t>
      </w:r>
      <w:r w:rsidR="002A1CBD">
        <w:rPr>
          <w:rFonts w:ascii="Tahoma" w:hAnsi="Tahoma" w:cs="Tahoma"/>
          <w:b/>
          <w:u w:val="single"/>
        </w:rPr>
        <w:t xml:space="preserve"> </w:t>
      </w:r>
      <w:r w:rsidR="002A1CBD" w:rsidRPr="002A1CBD">
        <w:rPr>
          <w:rFonts w:ascii="Tahoma" w:hAnsi="Tahoma" w:cs="Tahoma"/>
          <w:b/>
          <w:u w:val="single"/>
        </w:rPr>
        <w:t>NP v objektu Domova pro seniory Lidická</w:t>
      </w:r>
    </w:p>
    <w:p w14:paraId="174E6B9B" w14:textId="77777777" w:rsidR="008E3B73" w:rsidRPr="008E3B73" w:rsidRDefault="008E3B73" w:rsidP="008E3B73">
      <w:pPr>
        <w:widowControl w:val="0"/>
        <w:autoSpaceDE w:val="0"/>
        <w:autoSpaceDN w:val="0"/>
        <w:adjustRightInd w:val="0"/>
        <w:rPr>
          <w:rFonts w:ascii="Tahoma" w:hAnsi="Tahoma" w:cs="Tahoma"/>
          <w:b/>
          <w:u w:val="single"/>
        </w:rPr>
      </w:pPr>
    </w:p>
    <w:p w14:paraId="6591D6BC" w14:textId="77777777" w:rsidR="00BF7E67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14:paraId="425D764A" w14:textId="77777777" w:rsidR="007F4575" w:rsidRPr="005E0400" w:rsidRDefault="007F4575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14:paraId="26E7D06D" w14:textId="77777777"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14:paraId="2633AF2E" w14:textId="77777777"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14:paraId="27D4396D" w14:textId="77777777"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14:paraId="13ABC98A" w14:textId="77777777"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14:paraId="405F7CCA" w14:textId="77777777"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14:paraId="2A431A11" w14:textId="77777777"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14:paraId="6B4BB8FE" w14:textId="77777777"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14:paraId="5304D8AA" w14:textId="77777777"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14:paraId="7BF8DD47" w14:textId="77777777"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14:paraId="154DDFBC" w14:textId="77777777"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14:paraId="678CFB59" w14:textId="77777777"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14:paraId="26936D2F" w14:textId="77777777"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14:paraId="00D0747A" w14:textId="77777777" w:rsidR="00BF7E67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58111BF9" w14:textId="77777777" w:rsidR="00053C5A" w:rsidRDefault="00053C5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236B0D61" w14:textId="77777777" w:rsidR="00053C5A" w:rsidRDefault="00053C5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5CED1316" w14:textId="77777777" w:rsidR="00053C5A" w:rsidRDefault="00053C5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0E020C76" w14:textId="77777777" w:rsidR="003D7520" w:rsidRDefault="003D752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3F2646D3" w14:textId="38DF34E2" w:rsidR="00053C5A" w:rsidRDefault="00053C5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3A77D389" w14:textId="77777777" w:rsidR="00053C5A" w:rsidRPr="005E0400" w:rsidRDefault="00053C5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21FB022B" w14:textId="71D17E9D" w:rsidR="00BF7E67" w:rsidRPr="005E0400" w:rsidRDefault="003C78C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 xml:space="preserve">K projednání v radě města dne </w:t>
      </w:r>
      <w:r w:rsidR="008E6A45">
        <w:rPr>
          <w:rFonts w:ascii="Tahoma" w:hAnsi="Tahoma" w:cs="Tahoma"/>
          <w:sz w:val="20"/>
          <w:szCs w:val="20"/>
        </w:rPr>
        <w:t>2</w:t>
      </w:r>
      <w:r w:rsidR="00946A48">
        <w:rPr>
          <w:rFonts w:ascii="Tahoma" w:hAnsi="Tahoma" w:cs="Tahoma"/>
          <w:sz w:val="20"/>
          <w:szCs w:val="20"/>
        </w:rPr>
        <w:t>9</w:t>
      </w:r>
      <w:r w:rsidR="00053C5A">
        <w:rPr>
          <w:rFonts w:ascii="Tahoma" w:hAnsi="Tahoma" w:cs="Tahoma"/>
          <w:sz w:val="20"/>
          <w:szCs w:val="20"/>
        </w:rPr>
        <w:t>.</w:t>
      </w:r>
      <w:r w:rsidR="008E6A45">
        <w:rPr>
          <w:rFonts w:ascii="Tahoma" w:hAnsi="Tahoma" w:cs="Tahoma"/>
          <w:sz w:val="20"/>
          <w:szCs w:val="20"/>
        </w:rPr>
        <w:t xml:space="preserve"> </w:t>
      </w:r>
      <w:r w:rsidR="00946A48">
        <w:rPr>
          <w:rFonts w:ascii="Tahoma" w:hAnsi="Tahoma" w:cs="Tahoma"/>
          <w:sz w:val="20"/>
          <w:szCs w:val="20"/>
        </w:rPr>
        <w:t>květn</w:t>
      </w:r>
      <w:r w:rsidR="00E2493D">
        <w:rPr>
          <w:rFonts w:ascii="Tahoma" w:hAnsi="Tahoma" w:cs="Tahoma"/>
          <w:sz w:val="20"/>
          <w:szCs w:val="20"/>
        </w:rPr>
        <w:t>a</w:t>
      </w:r>
      <w:r w:rsidRPr="005E0400">
        <w:rPr>
          <w:rFonts w:ascii="Tahoma" w:hAnsi="Tahoma" w:cs="Tahoma"/>
          <w:sz w:val="20"/>
          <w:szCs w:val="20"/>
        </w:rPr>
        <w:t xml:space="preserve"> 20</w:t>
      </w:r>
      <w:r w:rsidR="00053C5A">
        <w:rPr>
          <w:rFonts w:ascii="Tahoma" w:hAnsi="Tahoma" w:cs="Tahoma"/>
          <w:sz w:val="20"/>
          <w:szCs w:val="20"/>
        </w:rPr>
        <w:t>2</w:t>
      </w:r>
      <w:r w:rsidR="00946A48">
        <w:rPr>
          <w:rFonts w:ascii="Tahoma" w:hAnsi="Tahoma" w:cs="Tahoma"/>
          <w:sz w:val="20"/>
          <w:szCs w:val="20"/>
        </w:rPr>
        <w:t>4</w:t>
      </w:r>
    </w:p>
    <w:p w14:paraId="358EE577" w14:textId="77777777"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4605E8C3" w14:textId="77777777"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6BBF5535" w14:textId="77777777"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2634C053" w14:textId="77777777"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50C3038C" w14:textId="77777777" w:rsidR="00BF7E67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1C3258B6" w14:textId="77777777"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5281EC1F" w14:textId="77777777"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5D4C4F54" w14:textId="77777777" w:rsidR="00053C5A" w:rsidRDefault="003C78C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bCs/>
          <w:sz w:val="20"/>
          <w:szCs w:val="20"/>
        </w:rPr>
      </w:pPr>
      <w:r w:rsidRPr="005E0400">
        <w:rPr>
          <w:rFonts w:ascii="Tahoma" w:hAnsi="Tahoma" w:cs="Tahoma"/>
          <w:b/>
          <w:bCs/>
          <w:sz w:val="20"/>
          <w:szCs w:val="20"/>
        </w:rPr>
        <w:t>Předkládá:</w:t>
      </w:r>
    </w:p>
    <w:p w14:paraId="538C4333" w14:textId="26AB7B4B" w:rsidR="00BF7E67" w:rsidRPr="005E0400" w:rsidRDefault="007F457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Mgr. Lenka Kratochvílová </w:t>
      </w:r>
    </w:p>
    <w:p w14:paraId="46FAD4C4" w14:textId="36E0FDDD" w:rsidR="00BF7E67" w:rsidRPr="005E0400" w:rsidRDefault="007F457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ředitelka </w:t>
      </w:r>
      <w:proofErr w:type="spellStart"/>
      <w:r>
        <w:rPr>
          <w:rFonts w:ascii="Tahoma" w:hAnsi="Tahoma" w:cs="Tahoma"/>
          <w:sz w:val="20"/>
          <w:szCs w:val="20"/>
        </w:rPr>
        <w:t>MěÚSS</w:t>
      </w:r>
      <w:proofErr w:type="spellEnd"/>
      <w:r>
        <w:rPr>
          <w:rFonts w:ascii="Tahoma" w:hAnsi="Tahoma" w:cs="Tahoma"/>
          <w:sz w:val="20"/>
          <w:szCs w:val="20"/>
        </w:rPr>
        <w:t xml:space="preserve"> Strakonice</w:t>
      </w:r>
    </w:p>
    <w:p w14:paraId="553B2A8D" w14:textId="77777777" w:rsidR="00BF7E67" w:rsidRPr="005E0400" w:rsidRDefault="00BF7E67" w:rsidP="0055252F">
      <w:pPr>
        <w:rPr>
          <w:rFonts w:ascii="Tahoma" w:hAnsi="Tahoma" w:cs="Tahoma"/>
          <w:sz w:val="20"/>
          <w:szCs w:val="20"/>
        </w:rPr>
        <w:sectPr w:rsidR="00BF7E67" w:rsidRPr="005E0400" w:rsidSect="007F4575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342482F2" w14:textId="4F0B56F1" w:rsidR="00FB144A" w:rsidRPr="00B21534" w:rsidRDefault="00946A48" w:rsidP="00682DF1">
      <w:pPr>
        <w:pStyle w:val="Nadpis2"/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lastRenderedPageBreak/>
        <w:t>1</w:t>
      </w:r>
      <w:r w:rsidR="00FB144A">
        <w:rPr>
          <w:rFonts w:ascii="Tahoma" w:hAnsi="Tahoma" w:cs="Tahoma"/>
          <w:sz w:val="24"/>
        </w:rPr>
        <w:t xml:space="preserve">. </w:t>
      </w:r>
      <w:r>
        <w:rPr>
          <w:rFonts w:ascii="Tahoma" w:hAnsi="Tahoma" w:cs="Tahoma"/>
          <w:sz w:val="24"/>
        </w:rPr>
        <w:t>Změna</w:t>
      </w:r>
      <w:r w:rsidR="002A1CBD">
        <w:rPr>
          <w:rFonts w:ascii="Tahoma" w:hAnsi="Tahoma" w:cs="Tahoma"/>
          <w:sz w:val="24"/>
        </w:rPr>
        <w:t xml:space="preserve"> </w:t>
      </w:r>
      <w:bookmarkStart w:id="0" w:name="_Hlk167709278"/>
      <w:r w:rsidR="002A1CBD" w:rsidRPr="002A1CBD">
        <w:rPr>
          <w:rFonts w:ascii="Tahoma" w:hAnsi="Tahoma" w:cs="Tahoma"/>
          <w:sz w:val="24"/>
        </w:rPr>
        <w:t>užívání části 2.</w:t>
      </w:r>
      <w:r w:rsidR="00E02F28">
        <w:rPr>
          <w:rFonts w:ascii="Tahoma" w:hAnsi="Tahoma" w:cs="Tahoma"/>
          <w:sz w:val="24"/>
        </w:rPr>
        <w:t xml:space="preserve"> </w:t>
      </w:r>
      <w:r w:rsidR="002A1CBD" w:rsidRPr="002A1CBD">
        <w:rPr>
          <w:rFonts w:ascii="Tahoma" w:hAnsi="Tahoma" w:cs="Tahoma"/>
          <w:sz w:val="24"/>
        </w:rPr>
        <w:t>NP v objektu Domova pro seniory Lidická</w:t>
      </w:r>
    </w:p>
    <w:bookmarkEnd w:id="0"/>
    <w:p w14:paraId="48EAB769" w14:textId="65FC9EB6" w:rsidR="002B5E95" w:rsidRPr="00F55DEC" w:rsidRDefault="002B5E95" w:rsidP="00682DF1">
      <w:pPr>
        <w:jc w:val="both"/>
        <w:rPr>
          <w:rFonts w:ascii="Tahoma" w:hAnsi="Tahoma" w:cs="Tahoma"/>
          <w:sz w:val="20"/>
          <w:szCs w:val="20"/>
        </w:rPr>
      </w:pPr>
    </w:p>
    <w:p w14:paraId="271ABB91" w14:textId="4761E5DD" w:rsidR="00FB144A" w:rsidRDefault="00FB144A" w:rsidP="00682DF1">
      <w:pPr>
        <w:pStyle w:val="Nadpis3"/>
        <w:jc w:val="both"/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 xml:space="preserve">I. </w:t>
      </w:r>
      <w:r w:rsidR="00F55DEC">
        <w:rPr>
          <w:rFonts w:ascii="Tahoma" w:hAnsi="Tahoma" w:cs="Tahoma"/>
          <w:sz w:val="20"/>
          <w:szCs w:val="20"/>
        </w:rPr>
        <w:t>Bere na vědomí</w:t>
      </w:r>
    </w:p>
    <w:p w14:paraId="4291ABBD" w14:textId="0153DDCE" w:rsidR="002B5E95" w:rsidRDefault="00F55DEC" w:rsidP="00682DF1">
      <w:pPr>
        <w:jc w:val="both"/>
        <w:rPr>
          <w:rFonts w:ascii="Tahoma" w:eastAsia="Calibri" w:hAnsi="Tahoma" w:cs="Tahoma"/>
          <w:sz w:val="20"/>
          <w:szCs w:val="20"/>
        </w:rPr>
      </w:pPr>
      <w:r>
        <w:rPr>
          <w:rFonts w:ascii="Tahoma" w:eastAsia="Calibri" w:hAnsi="Tahoma" w:cs="Tahoma"/>
          <w:sz w:val="20"/>
          <w:szCs w:val="20"/>
        </w:rPr>
        <w:t>uvedenou Důvodovou zprávu</w:t>
      </w:r>
      <w:r w:rsidR="002B5E95">
        <w:rPr>
          <w:rFonts w:ascii="Tahoma" w:eastAsia="Calibri" w:hAnsi="Tahoma" w:cs="Tahoma"/>
          <w:sz w:val="20"/>
          <w:szCs w:val="20"/>
        </w:rPr>
        <w:t xml:space="preserve"> týkající se změny </w:t>
      </w:r>
      <w:r w:rsidR="00E02F28" w:rsidRPr="00E02F28">
        <w:rPr>
          <w:rFonts w:ascii="Tahoma" w:eastAsia="Calibri" w:hAnsi="Tahoma" w:cs="Tahoma"/>
          <w:sz w:val="20"/>
          <w:szCs w:val="20"/>
        </w:rPr>
        <w:t>užívání části 2.</w:t>
      </w:r>
      <w:r w:rsidR="00E02F28">
        <w:rPr>
          <w:rFonts w:ascii="Tahoma" w:eastAsia="Calibri" w:hAnsi="Tahoma" w:cs="Tahoma"/>
          <w:sz w:val="20"/>
          <w:szCs w:val="20"/>
        </w:rPr>
        <w:t xml:space="preserve"> </w:t>
      </w:r>
      <w:r w:rsidR="00E02F28" w:rsidRPr="00E02F28">
        <w:rPr>
          <w:rFonts w:ascii="Tahoma" w:eastAsia="Calibri" w:hAnsi="Tahoma" w:cs="Tahoma"/>
          <w:sz w:val="20"/>
          <w:szCs w:val="20"/>
        </w:rPr>
        <w:t>NP v objektu Domova pro seniory Lidická</w:t>
      </w:r>
      <w:r w:rsidR="00E02F28">
        <w:rPr>
          <w:rFonts w:ascii="Tahoma" w:eastAsia="Calibri" w:hAnsi="Tahoma" w:cs="Tahoma"/>
          <w:sz w:val="20"/>
          <w:szCs w:val="20"/>
        </w:rPr>
        <w:t>.</w:t>
      </w:r>
    </w:p>
    <w:p w14:paraId="04851FFD" w14:textId="601007EC" w:rsidR="00FB144A" w:rsidRPr="005E0400" w:rsidRDefault="002B5E95" w:rsidP="00682DF1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eastAsia="Calibri" w:hAnsi="Tahoma" w:cs="Tahoma"/>
          <w:sz w:val="20"/>
          <w:szCs w:val="20"/>
        </w:rPr>
        <w:t xml:space="preserve"> </w:t>
      </w:r>
    </w:p>
    <w:p w14:paraId="0228D440" w14:textId="20DF8764" w:rsidR="00FB144A" w:rsidRDefault="00FB144A" w:rsidP="00682DF1">
      <w:pPr>
        <w:pStyle w:val="Nadpis3"/>
        <w:jc w:val="both"/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 xml:space="preserve">II. </w:t>
      </w:r>
      <w:r w:rsidR="002B5E95">
        <w:rPr>
          <w:rFonts w:ascii="Tahoma" w:hAnsi="Tahoma" w:cs="Tahoma"/>
          <w:sz w:val="20"/>
          <w:szCs w:val="20"/>
        </w:rPr>
        <w:t>Souhlasí</w:t>
      </w:r>
    </w:p>
    <w:p w14:paraId="73635C96" w14:textId="21FFB4C2" w:rsidR="00FB144A" w:rsidRDefault="002B5E95" w:rsidP="00682DF1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se </w:t>
      </w:r>
      <w:r w:rsidR="00A9011B" w:rsidRPr="00A9011B">
        <w:rPr>
          <w:rFonts w:ascii="Tahoma" w:hAnsi="Tahoma" w:cs="Tahoma"/>
          <w:sz w:val="20"/>
          <w:szCs w:val="20"/>
        </w:rPr>
        <w:t>změn</w:t>
      </w:r>
      <w:r w:rsidR="00A9011B">
        <w:rPr>
          <w:rFonts w:ascii="Tahoma" w:hAnsi="Tahoma" w:cs="Tahoma"/>
          <w:sz w:val="20"/>
          <w:szCs w:val="20"/>
        </w:rPr>
        <w:t>ou</w:t>
      </w:r>
      <w:r w:rsidR="00A9011B" w:rsidRPr="00A9011B">
        <w:rPr>
          <w:rFonts w:ascii="Tahoma" w:hAnsi="Tahoma" w:cs="Tahoma"/>
          <w:sz w:val="20"/>
          <w:szCs w:val="20"/>
        </w:rPr>
        <w:t xml:space="preserve"> užívání</w:t>
      </w:r>
      <w:r w:rsidR="00A9011B">
        <w:rPr>
          <w:rFonts w:ascii="Tahoma" w:hAnsi="Tahoma" w:cs="Tahoma"/>
          <w:sz w:val="20"/>
          <w:szCs w:val="20"/>
        </w:rPr>
        <w:t xml:space="preserve"> společenského prostoru</w:t>
      </w:r>
      <w:r w:rsidR="00A9011B" w:rsidRPr="00A9011B">
        <w:rPr>
          <w:rFonts w:ascii="Tahoma" w:hAnsi="Tahoma" w:cs="Tahoma"/>
          <w:sz w:val="20"/>
          <w:szCs w:val="20"/>
        </w:rPr>
        <w:t xml:space="preserve"> vybudováním příčky s dveřmi a vytvořením tak denní místnosti pro zdravotní a pečující personál domova.</w:t>
      </w:r>
    </w:p>
    <w:p w14:paraId="758301EF" w14:textId="77777777" w:rsidR="00A9011B" w:rsidRDefault="00A9011B" w:rsidP="00682DF1">
      <w:pPr>
        <w:jc w:val="both"/>
        <w:rPr>
          <w:rFonts w:ascii="Tahoma" w:hAnsi="Tahoma" w:cs="Tahoma"/>
          <w:sz w:val="20"/>
          <w:szCs w:val="20"/>
        </w:rPr>
      </w:pPr>
    </w:p>
    <w:p w14:paraId="7515381D" w14:textId="4EE2DDA1" w:rsidR="00A9011B" w:rsidRDefault="00A9011B" w:rsidP="00A9011B">
      <w:pPr>
        <w:pStyle w:val="Nadpis3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III. Ukládá</w:t>
      </w:r>
    </w:p>
    <w:p w14:paraId="0922CE8C" w14:textId="175A8457" w:rsidR="00A9011B" w:rsidRPr="00A9011B" w:rsidRDefault="00A9011B" w:rsidP="00A9011B">
      <w:pPr>
        <w:jc w:val="both"/>
        <w:rPr>
          <w:rFonts w:ascii="Tahoma" w:hAnsi="Tahoma" w:cs="Tahoma"/>
          <w:sz w:val="20"/>
          <w:szCs w:val="20"/>
        </w:rPr>
      </w:pPr>
      <w:r w:rsidRPr="00A9011B">
        <w:rPr>
          <w:rFonts w:ascii="Tahoma" w:hAnsi="Tahoma" w:cs="Tahoma"/>
          <w:sz w:val="20"/>
          <w:szCs w:val="20"/>
        </w:rPr>
        <w:t xml:space="preserve">ředitelce </w:t>
      </w:r>
      <w:proofErr w:type="spellStart"/>
      <w:r w:rsidRPr="00A9011B">
        <w:rPr>
          <w:rFonts w:ascii="Tahoma" w:hAnsi="Tahoma" w:cs="Tahoma"/>
          <w:sz w:val="20"/>
          <w:szCs w:val="20"/>
        </w:rPr>
        <w:t>MěÚSS</w:t>
      </w:r>
      <w:proofErr w:type="spellEnd"/>
      <w:r w:rsidRPr="00A9011B">
        <w:rPr>
          <w:rFonts w:ascii="Tahoma" w:hAnsi="Tahoma" w:cs="Tahoma"/>
          <w:sz w:val="20"/>
          <w:szCs w:val="20"/>
        </w:rPr>
        <w:t xml:space="preserve"> Strakonice zajistit plnění veškerých úkonů potřebných k realizaci předmětného záměru uvedeného v předložené Důvodové zprávě.</w:t>
      </w:r>
    </w:p>
    <w:p w14:paraId="46D58034" w14:textId="77777777" w:rsidR="00A9011B" w:rsidRDefault="00A9011B" w:rsidP="00682DF1">
      <w:pPr>
        <w:jc w:val="both"/>
        <w:rPr>
          <w:rFonts w:ascii="Tahoma" w:hAnsi="Tahoma" w:cs="Tahoma"/>
          <w:sz w:val="20"/>
          <w:szCs w:val="20"/>
        </w:rPr>
      </w:pPr>
      <w:bookmarkStart w:id="1" w:name="_GoBack"/>
      <w:bookmarkEnd w:id="1"/>
    </w:p>
    <w:sectPr w:rsidR="00A9011B" w:rsidSect="00682DF1">
      <w:pgSz w:w="11906" w:h="16838"/>
      <w:pgMar w:top="1417" w:right="1274" w:bottom="127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07003"/>
    <w:multiLevelType w:val="hybridMultilevel"/>
    <w:tmpl w:val="7DD012C6"/>
    <w:lvl w:ilvl="0" w:tplc="BB1A75BE">
      <w:start w:val="1"/>
      <w:numFmt w:val="decimal"/>
      <w:lvlText w:val="%1."/>
      <w:lvlJc w:val="left"/>
      <w:pPr>
        <w:ind w:left="1776" w:hanging="360"/>
      </w:pPr>
      <w:rPr>
        <w:rFonts w:ascii="Tahoma" w:eastAsia="Times New Roman" w:hAnsi="Tahoma" w:cs="Tahoma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" w15:restartNumberingAfterBreak="0">
    <w:nsid w:val="1C1E5217"/>
    <w:multiLevelType w:val="hybridMultilevel"/>
    <w:tmpl w:val="7DD012C6"/>
    <w:lvl w:ilvl="0" w:tplc="FFFFFFFF">
      <w:start w:val="1"/>
      <w:numFmt w:val="decimal"/>
      <w:lvlText w:val="%1."/>
      <w:lvlJc w:val="left"/>
      <w:pPr>
        <w:ind w:left="1776" w:hanging="360"/>
      </w:pPr>
      <w:rPr>
        <w:rFonts w:ascii="Tahoma" w:eastAsia="Times New Roman" w:hAnsi="Tahoma" w:cs="Tahoma"/>
      </w:rPr>
    </w:lvl>
    <w:lvl w:ilvl="1" w:tplc="FFFFFFFF" w:tentative="1">
      <w:start w:val="1"/>
      <w:numFmt w:val="lowerLetter"/>
      <w:lvlText w:val="%2."/>
      <w:lvlJc w:val="left"/>
      <w:pPr>
        <w:ind w:left="2496" w:hanging="360"/>
      </w:pPr>
    </w:lvl>
    <w:lvl w:ilvl="2" w:tplc="FFFFFFFF" w:tentative="1">
      <w:start w:val="1"/>
      <w:numFmt w:val="lowerRoman"/>
      <w:lvlText w:val="%3."/>
      <w:lvlJc w:val="right"/>
      <w:pPr>
        <w:ind w:left="3216" w:hanging="180"/>
      </w:pPr>
    </w:lvl>
    <w:lvl w:ilvl="3" w:tplc="FFFFFFFF" w:tentative="1">
      <w:start w:val="1"/>
      <w:numFmt w:val="decimal"/>
      <w:lvlText w:val="%4."/>
      <w:lvlJc w:val="left"/>
      <w:pPr>
        <w:ind w:left="3936" w:hanging="360"/>
      </w:pPr>
    </w:lvl>
    <w:lvl w:ilvl="4" w:tplc="FFFFFFFF" w:tentative="1">
      <w:start w:val="1"/>
      <w:numFmt w:val="lowerLetter"/>
      <w:lvlText w:val="%5."/>
      <w:lvlJc w:val="left"/>
      <w:pPr>
        <w:ind w:left="4656" w:hanging="360"/>
      </w:pPr>
    </w:lvl>
    <w:lvl w:ilvl="5" w:tplc="FFFFFFFF" w:tentative="1">
      <w:start w:val="1"/>
      <w:numFmt w:val="lowerRoman"/>
      <w:lvlText w:val="%6."/>
      <w:lvlJc w:val="right"/>
      <w:pPr>
        <w:ind w:left="5376" w:hanging="180"/>
      </w:pPr>
    </w:lvl>
    <w:lvl w:ilvl="6" w:tplc="FFFFFFFF" w:tentative="1">
      <w:start w:val="1"/>
      <w:numFmt w:val="decimal"/>
      <w:lvlText w:val="%7."/>
      <w:lvlJc w:val="left"/>
      <w:pPr>
        <w:ind w:left="6096" w:hanging="360"/>
      </w:pPr>
    </w:lvl>
    <w:lvl w:ilvl="7" w:tplc="FFFFFFFF" w:tentative="1">
      <w:start w:val="1"/>
      <w:numFmt w:val="lowerLetter"/>
      <w:lvlText w:val="%8."/>
      <w:lvlJc w:val="left"/>
      <w:pPr>
        <w:ind w:left="6816" w:hanging="360"/>
      </w:pPr>
    </w:lvl>
    <w:lvl w:ilvl="8" w:tplc="FFFFFFFF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" w15:restartNumberingAfterBreak="0">
    <w:nsid w:val="1C5513C9"/>
    <w:multiLevelType w:val="hybridMultilevel"/>
    <w:tmpl w:val="5BCC2B44"/>
    <w:lvl w:ilvl="0" w:tplc="FFFFFFFF">
      <w:start w:val="1"/>
      <w:numFmt w:val="decimal"/>
      <w:lvlText w:val="%1."/>
      <w:lvlJc w:val="left"/>
      <w:pPr>
        <w:ind w:left="1776" w:hanging="360"/>
      </w:pPr>
      <w:rPr>
        <w:rFonts w:ascii="Tahoma" w:eastAsia="Times New Roman" w:hAnsi="Tahoma" w:cs="Tahoma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6371422"/>
    <w:multiLevelType w:val="hybridMultilevel"/>
    <w:tmpl w:val="4A7286D4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C1B2112"/>
    <w:multiLevelType w:val="hybridMultilevel"/>
    <w:tmpl w:val="E68658E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C3E5B4F"/>
    <w:multiLevelType w:val="hybridMultilevel"/>
    <w:tmpl w:val="428A2FE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CEB0AB2"/>
    <w:multiLevelType w:val="hybridMultilevel"/>
    <w:tmpl w:val="2F10C08C"/>
    <w:lvl w:ilvl="0" w:tplc="0405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6"/>
  </w:num>
  <w:num w:numId="5">
    <w:abstractNumId w:val="1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5"/>
  <w:proofState w:spelling="clean" w:grammar="clean"/>
  <w:attachedTemplate r:id="rId1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4575"/>
    <w:rsid w:val="000075CA"/>
    <w:rsid w:val="00053C5A"/>
    <w:rsid w:val="00077160"/>
    <w:rsid w:val="000F5D4A"/>
    <w:rsid w:val="001261B0"/>
    <w:rsid w:val="00232533"/>
    <w:rsid w:val="002429A9"/>
    <w:rsid w:val="00277513"/>
    <w:rsid w:val="00292792"/>
    <w:rsid w:val="002A1CBD"/>
    <w:rsid w:val="002B5E95"/>
    <w:rsid w:val="00315908"/>
    <w:rsid w:val="003C78C2"/>
    <w:rsid w:val="003D7520"/>
    <w:rsid w:val="00443EA9"/>
    <w:rsid w:val="0055252F"/>
    <w:rsid w:val="0058297B"/>
    <w:rsid w:val="005B73DA"/>
    <w:rsid w:val="005D23EF"/>
    <w:rsid w:val="005E0400"/>
    <w:rsid w:val="00682DF1"/>
    <w:rsid w:val="006E72B2"/>
    <w:rsid w:val="006F7E78"/>
    <w:rsid w:val="007F4575"/>
    <w:rsid w:val="00841010"/>
    <w:rsid w:val="008A5987"/>
    <w:rsid w:val="008E3B73"/>
    <w:rsid w:val="008E545F"/>
    <w:rsid w:val="008E6A45"/>
    <w:rsid w:val="00926449"/>
    <w:rsid w:val="00946A48"/>
    <w:rsid w:val="009E26DB"/>
    <w:rsid w:val="00A34AF2"/>
    <w:rsid w:val="00A432F0"/>
    <w:rsid w:val="00A601F4"/>
    <w:rsid w:val="00A9011B"/>
    <w:rsid w:val="00B21534"/>
    <w:rsid w:val="00BF7E67"/>
    <w:rsid w:val="00C95915"/>
    <w:rsid w:val="00D0714C"/>
    <w:rsid w:val="00E02F28"/>
    <w:rsid w:val="00E2493D"/>
    <w:rsid w:val="00E57445"/>
    <w:rsid w:val="00E64084"/>
    <w:rsid w:val="00F54164"/>
    <w:rsid w:val="00F55DEC"/>
    <w:rsid w:val="00F64423"/>
    <w:rsid w:val="00FB144A"/>
    <w:rsid w:val="00FE4A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568055"/>
  <w15:docId w15:val="{E065B3AF-3D59-4CDE-BD20-C71E16591F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53C5A"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pPr>
      <w:keepNext/>
      <w:widowControl w:val="0"/>
      <w:tabs>
        <w:tab w:val="left" w:pos="5103"/>
      </w:tabs>
      <w:autoSpaceDE w:val="0"/>
      <w:autoSpaceDN w:val="0"/>
      <w:adjustRightInd w:val="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qFormat/>
    <w:pPr>
      <w:keepNext/>
      <w:outlineLvl w:val="2"/>
    </w:pPr>
    <w:rPr>
      <w:b/>
      <w:bCs/>
      <w:szCs w:val="26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character" w:customStyle="1" w:styleId="Nadpis2Char">
    <w:name w:val="Nadpis 2 Char"/>
    <w:basedOn w:val="Standardnpsmoodstavce"/>
    <w:link w:val="Nadpis2"/>
    <w:rsid w:val="00053C5A"/>
    <w:rPr>
      <w:b/>
      <w:bCs/>
      <w:sz w:val="28"/>
      <w:szCs w:val="24"/>
      <w:u w:val="single"/>
    </w:rPr>
  </w:style>
  <w:style w:type="paragraph" w:styleId="Odstavecseseznamem">
    <w:name w:val="List Paragraph"/>
    <w:basedOn w:val="Normln"/>
    <w:uiPriority w:val="34"/>
    <w:qFormat/>
    <w:rsid w:val="00053C5A"/>
    <w:pPr>
      <w:ind w:left="720"/>
      <w:contextualSpacing/>
    </w:pPr>
  </w:style>
  <w:style w:type="paragraph" w:styleId="Zkladntext">
    <w:name w:val="Body Text"/>
    <w:basedOn w:val="Normln"/>
    <w:link w:val="ZkladntextChar"/>
    <w:semiHidden/>
    <w:unhideWhenUsed/>
    <w:rsid w:val="00FB144A"/>
    <w:pPr>
      <w:jc w:val="both"/>
    </w:pPr>
  </w:style>
  <w:style w:type="character" w:customStyle="1" w:styleId="ZkladntextChar">
    <w:name w:val="Základní text Char"/>
    <w:basedOn w:val="Standardnpsmoodstavce"/>
    <w:link w:val="Zkladntext"/>
    <w:semiHidden/>
    <w:rsid w:val="00FB144A"/>
    <w:rPr>
      <w:sz w:val="24"/>
      <w:szCs w:val="24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8E545F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8E545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92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1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02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93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2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94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55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2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53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ecvarova\AppData\Local\Microsoft\Windows\INetCache\Content.Outlook\KNV2PYTG\RM%20materi&#225;ly%20(002)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108DAD-AA4F-4F93-8BD8-C68F86F278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RM materiály (002)</Template>
  <TotalTime>4</TotalTime>
  <Pages>2</Pages>
  <Words>146</Words>
  <Characters>868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1012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Stanislava Bečvářová</dc:creator>
  <cp:keywords/>
  <dc:description/>
  <cp:lastModifiedBy>Radmila Brušáková</cp:lastModifiedBy>
  <cp:revision>3</cp:revision>
  <cp:lastPrinted>2024-05-21T12:19:00Z</cp:lastPrinted>
  <dcterms:created xsi:type="dcterms:W3CDTF">2024-05-28T07:43:00Z</dcterms:created>
  <dcterms:modified xsi:type="dcterms:W3CDTF">2024-05-30T11:18:00Z</dcterms:modified>
</cp:coreProperties>
</file>